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310" w:rsidRDefault="00F8131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D90B814" wp14:editId="73F2BC1E">
            <wp:simplePos x="0" y="0"/>
            <wp:positionH relativeFrom="column">
              <wp:posOffset>4791710</wp:posOffset>
            </wp:positionH>
            <wp:positionV relativeFrom="paragraph">
              <wp:posOffset>172720</wp:posOffset>
            </wp:positionV>
            <wp:extent cx="4155440" cy="2265045"/>
            <wp:effectExtent l="0" t="0" r="0" b="1905"/>
            <wp:wrapTight wrapText="bothSides">
              <wp:wrapPolygon edited="0">
                <wp:start x="0" y="0"/>
                <wp:lineTo x="0" y="21437"/>
                <wp:lineTo x="21488" y="21437"/>
                <wp:lineTo x="21488" y="0"/>
                <wp:lineTo x="0" y="0"/>
              </wp:wrapPolygon>
            </wp:wrapTight>
            <wp:docPr id="2" name="Picture 2" descr="http://www.goodgamebro.com/omega/wp-content/uploads/2014/04/fifawcpenalt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dgamebro.com/omega/wp-content/uploads/2014/04/fifawcpenalti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2" t="4809" r="3610" b="6061"/>
                    <a:stretch/>
                  </pic:blipFill>
                  <pic:spPr bwMode="auto">
                    <a:xfrm>
                      <a:off x="0" y="0"/>
                      <a:ext cx="4155440" cy="226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227B778" wp14:editId="08B65814">
            <wp:simplePos x="0" y="0"/>
            <wp:positionH relativeFrom="column">
              <wp:posOffset>-150495</wp:posOffset>
            </wp:positionH>
            <wp:positionV relativeFrom="paragraph">
              <wp:posOffset>167005</wp:posOffset>
            </wp:positionV>
            <wp:extent cx="4155440" cy="2265045"/>
            <wp:effectExtent l="0" t="0" r="0" b="1905"/>
            <wp:wrapTight wrapText="bothSides">
              <wp:wrapPolygon edited="0">
                <wp:start x="0" y="0"/>
                <wp:lineTo x="0" y="21437"/>
                <wp:lineTo x="21488" y="21437"/>
                <wp:lineTo x="21488" y="0"/>
                <wp:lineTo x="0" y="0"/>
              </wp:wrapPolygon>
            </wp:wrapTight>
            <wp:docPr id="1" name="Picture 1" descr="http://www.goodgamebro.com/omega/wp-content/uploads/2014/04/fifawcpenalt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dgamebro.com/omega/wp-content/uploads/2014/04/fifawcpenalti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2" t="4809" r="3610" b="6061"/>
                    <a:stretch/>
                  </pic:blipFill>
                  <pic:spPr bwMode="auto">
                    <a:xfrm>
                      <a:off x="0" y="0"/>
                      <a:ext cx="4155440" cy="226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6E07" w:rsidRDefault="00F8131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4671DD" wp14:editId="5A8B1DD9">
                <wp:simplePos x="0" y="0"/>
                <wp:positionH relativeFrom="column">
                  <wp:posOffset>-4182110</wp:posOffset>
                </wp:positionH>
                <wp:positionV relativeFrom="paragraph">
                  <wp:posOffset>2674639</wp:posOffset>
                </wp:positionV>
                <wp:extent cx="2374265" cy="1403985"/>
                <wp:effectExtent l="0" t="0" r="0" b="317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310" w:rsidRP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What is the perimeter of the goal? </w:t>
                            </w:r>
                          </w:p>
                          <w:p w:rsid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81310" w:rsidRP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81310" w:rsidRP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29.3pt;margin-top:210.6pt;width:186.95pt;height:110.55pt;z-index:2516920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" stroked="f">
                <v:textbox style="mso-fit-shape-to-text:t">
                  <w:txbxContent>
                    <w:p w:rsidR="00F81310" w:rsidRPr="00F81310" w:rsidRDefault="00F81310" w:rsidP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What is the perimeter of the goal? </w:t>
                      </w:r>
                    </w:p>
                    <w:p w:rsidR="00F81310" w:rsidRDefault="00F81310" w:rsidP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81310" w:rsidRPr="00F81310" w:rsidRDefault="00F81310" w:rsidP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81310" w:rsidRPr="00F81310" w:rsidRDefault="00F81310" w:rsidP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36B11C9B">
                <wp:simplePos x="0" y="0"/>
                <wp:positionH relativeFrom="column">
                  <wp:posOffset>692785</wp:posOffset>
                </wp:positionH>
                <wp:positionV relativeFrom="paragraph">
                  <wp:posOffset>2674544</wp:posOffset>
                </wp:positionV>
                <wp:extent cx="2374265" cy="1403985"/>
                <wp:effectExtent l="0" t="0" r="0" b="31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310" w:rsidRPr="00F81310" w:rsidRDefault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What is the perimeter of the goal? </w:t>
                            </w:r>
                          </w:p>
                          <w:p w:rsidR="00F81310" w:rsidRDefault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81310" w:rsidRPr="00F81310" w:rsidRDefault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81310" w:rsidRPr="00F81310" w:rsidRDefault="00F8131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54.55pt;margin-top:210.6pt;width:186.95pt;height:110.55pt;z-index:2516899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" stroked="f">
                <v:textbox style="mso-fit-shape-to-text:t">
                  <w:txbxContent>
                    <w:p w:rsidR="00F81310" w:rsidRPr="00F81310" w:rsidRDefault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What is the perimeter of the goal? </w:t>
                      </w:r>
                    </w:p>
                    <w:p w:rsidR="00F81310" w:rsidRDefault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81310" w:rsidRPr="00F81310" w:rsidRDefault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81310" w:rsidRPr="00F81310" w:rsidRDefault="00F8131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4209DE" wp14:editId="5B814A9C">
                <wp:simplePos x="0" y="0"/>
                <wp:positionH relativeFrom="column">
                  <wp:posOffset>1541145</wp:posOffset>
                </wp:positionH>
                <wp:positionV relativeFrom="paragraph">
                  <wp:posOffset>971550</wp:posOffset>
                </wp:positionV>
                <wp:extent cx="0" cy="152400"/>
                <wp:effectExtent l="95250" t="19050" r="76200" b="952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121.35pt;margin-top:76.5pt;width:0;height:1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6FFA6C" wp14:editId="04E6BD1B">
                <wp:simplePos x="0" y="0"/>
                <wp:positionH relativeFrom="column">
                  <wp:posOffset>1541145</wp:posOffset>
                </wp:positionH>
                <wp:positionV relativeFrom="paragraph">
                  <wp:posOffset>334645</wp:posOffset>
                </wp:positionV>
                <wp:extent cx="0" cy="228600"/>
                <wp:effectExtent l="114300" t="38100" r="76200" b="762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121.35pt;margin-top:26.35pt;width:0;height:18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F8131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F16D4E" wp14:editId="22FB2187">
                <wp:simplePos x="0" y="0"/>
                <wp:positionH relativeFrom="column">
                  <wp:posOffset>1838325</wp:posOffset>
                </wp:positionH>
                <wp:positionV relativeFrom="paragraph">
                  <wp:posOffset>27940</wp:posOffset>
                </wp:positionV>
                <wp:extent cx="530225" cy="1403985"/>
                <wp:effectExtent l="4128" t="0" r="26352" b="26353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30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310" w:rsidRP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2.44m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44.75pt;margin-top:2.2pt;width:41.75pt;height:110.55pt;rotation:-90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">
                <v:textbox style="mso-fit-shape-to-text:t">
                  <w:txbxContent>
                    <w:p w:rsidR="00F81310" w:rsidRPr="00F81310" w:rsidRDefault="00F81310" w:rsidP="00F81310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2.44m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A172F9" wp14:editId="36C4B69D">
                <wp:simplePos x="0" y="0"/>
                <wp:positionH relativeFrom="column">
                  <wp:posOffset>-3402330</wp:posOffset>
                </wp:positionH>
                <wp:positionV relativeFrom="paragraph">
                  <wp:posOffset>348615</wp:posOffset>
                </wp:positionV>
                <wp:extent cx="0" cy="228600"/>
                <wp:effectExtent l="114300" t="38100" r="76200" b="762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-267.9pt;margin-top:27.45pt;width:0;height:18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9E7E20" wp14:editId="62596A57">
                <wp:simplePos x="0" y="0"/>
                <wp:positionH relativeFrom="column">
                  <wp:posOffset>-3392805</wp:posOffset>
                </wp:positionH>
                <wp:positionV relativeFrom="paragraph">
                  <wp:posOffset>969645</wp:posOffset>
                </wp:positionV>
                <wp:extent cx="0" cy="152400"/>
                <wp:effectExtent l="95250" t="19050" r="76200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-267.15pt;margin-top:76.35pt;width:0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167D8" wp14:editId="1D0993F3">
                <wp:simplePos x="0" y="0"/>
                <wp:positionH relativeFrom="column">
                  <wp:posOffset>2912745</wp:posOffset>
                </wp:positionH>
                <wp:positionV relativeFrom="paragraph">
                  <wp:posOffset>215265</wp:posOffset>
                </wp:positionV>
                <wp:extent cx="904875" cy="0"/>
                <wp:effectExtent l="0" t="76200" r="28575" b="1524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229.35pt;margin-top:16.95pt;width:71.25pt;height:0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7D99E3" wp14:editId="54854D50">
                <wp:simplePos x="0" y="0"/>
                <wp:positionH relativeFrom="column">
                  <wp:posOffset>1657985</wp:posOffset>
                </wp:positionH>
                <wp:positionV relativeFrom="paragraph">
                  <wp:posOffset>215265</wp:posOffset>
                </wp:positionV>
                <wp:extent cx="837565" cy="0"/>
                <wp:effectExtent l="57150" t="76200" r="0" b="1524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756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130.55pt;margin-top:16.95pt;width:65.95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F3EA94" wp14:editId="607AF48C">
                <wp:simplePos x="0" y="0"/>
                <wp:positionH relativeFrom="column">
                  <wp:posOffset>-3278504</wp:posOffset>
                </wp:positionH>
                <wp:positionV relativeFrom="paragraph">
                  <wp:posOffset>196215</wp:posOffset>
                </wp:positionV>
                <wp:extent cx="838199" cy="0"/>
                <wp:effectExtent l="57150" t="76200" r="0" b="1524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199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-258.15pt;margin-top:15.45pt;width:66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049552" wp14:editId="12E14B4D">
                <wp:simplePos x="0" y="0"/>
                <wp:positionH relativeFrom="column">
                  <wp:posOffset>-2021205</wp:posOffset>
                </wp:positionH>
                <wp:positionV relativeFrom="paragraph">
                  <wp:posOffset>196215</wp:posOffset>
                </wp:positionV>
                <wp:extent cx="904875" cy="1"/>
                <wp:effectExtent l="0" t="76200" r="28575" b="1524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4875" cy="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-159.15pt;margin-top:15.45pt;width:71.25pt;height:0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F8131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8D17AA" wp14:editId="73D19EDC">
                <wp:simplePos x="0" y="0"/>
                <wp:positionH relativeFrom="column">
                  <wp:posOffset>-3098164</wp:posOffset>
                </wp:positionH>
                <wp:positionV relativeFrom="paragraph">
                  <wp:posOffset>27940</wp:posOffset>
                </wp:positionV>
                <wp:extent cx="530225" cy="1403985"/>
                <wp:effectExtent l="4128" t="0" r="26352" b="26353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30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310" w:rsidRP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2</w:t>
                            </w:r>
                            <w:r w:rsidRPr="00F81310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.44</w:t>
                            </w:r>
                            <w:r w:rsidRPr="00F81310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243.95pt;margin-top:2.2pt;width:41.75pt;height:110.55pt;rotation:-90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">
                <v:textbox style="mso-fit-shape-to-text:t">
                  <w:txbxContent>
                    <w:p w:rsidR="00F81310" w:rsidRPr="00F81310" w:rsidRDefault="00F81310" w:rsidP="00F81310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2</w:t>
                      </w:r>
                      <w:r w:rsidRPr="00F81310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.44</w:t>
                      </w:r>
                      <w:r w:rsidRPr="00F81310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Pr="00F8131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9A4096" wp14:editId="07AC8B45">
                <wp:simplePos x="0" y="0"/>
                <wp:positionH relativeFrom="column">
                  <wp:posOffset>2398395</wp:posOffset>
                </wp:positionH>
                <wp:positionV relativeFrom="paragraph">
                  <wp:posOffset>53340</wp:posOffset>
                </wp:positionV>
                <wp:extent cx="619125" cy="1403985"/>
                <wp:effectExtent l="0" t="0" r="28575" b="1841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310" w:rsidRPr="00F81310" w:rsidRDefault="00F81310" w:rsidP="00F81310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</w:rPr>
                              <w:t>7.32m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88.85pt;margin-top:4.2pt;width:48.7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">
                <v:textbox style="mso-fit-shape-to-text:t">
                  <w:txbxContent>
                    <w:p w:rsidR="00F81310" w:rsidRPr="00F81310" w:rsidRDefault="00F81310" w:rsidP="00F81310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</w:rPr>
                        <w:t>7.32m</w:t>
                      </w:r>
                    </w:p>
                  </w:txbxContent>
                </v:textbox>
              </v:shape>
            </w:pict>
          </mc:Fallback>
        </mc:AlternateContent>
      </w:r>
      <w:r w:rsidRPr="00F8131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C80952" wp14:editId="5B1A7C42">
                <wp:simplePos x="0" y="0"/>
                <wp:positionH relativeFrom="column">
                  <wp:posOffset>-2506980</wp:posOffset>
                </wp:positionH>
                <wp:positionV relativeFrom="paragraph">
                  <wp:posOffset>53340</wp:posOffset>
                </wp:positionV>
                <wp:extent cx="619125" cy="1403985"/>
                <wp:effectExtent l="0" t="0" r="28575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310" w:rsidRPr="00F81310" w:rsidRDefault="00F81310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81310">
                              <w:rPr>
                                <w:rFonts w:asciiTheme="minorHAnsi" w:hAnsiTheme="minorHAnsi" w:cstheme="minorHAnsi"/>
                              </w:rPr>
                              <w:t>7.32m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197.4pt;margin-top:4.2pt;width:48.75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">
                <v:textbox style="mso-fit-shape-to-text:t">
                  <w:txbxContent>
                    <w:p w:rsidR="00F81310" w:rsidRPr="00F81310" w:rsidRDefault="00F81310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F81310">
                        <w:rPr>
                          <w:rFonts w:asciiTheme="minorHAnsi" w:hAnsiTheme="minorHAnsi" w:cstheme="minorHAnsi"/>
                        </w:rPr>
                        <w:t>7.32m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C6E07" w:rsidSect="00F8131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10"/>
    <w:rsid w:val="00200C3E"/>
    <w:rsid w:val="003230BB"/>
    <w:rsid w:val="007C6E07"/>
    <w:rsid w:val="00F8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813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13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813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13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BA456076</Template>
  <TotalTime>10</TotalTime>
  <Pages>1</Pages>
  <Words>0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2014-04-25T11:16:00Z</dcterms:created>
  <dcterms:modified xsi:type="dcterms:W3CDTF">2014-04-25T11:26:00Z</dcterms:modified>
</cp:coreProperties>
</file>